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D2" w:rsidRPr="0094430B" w:rsidRDefault="00FC7863" w:rsidP="0094430B">
      <w:pPr>
        <w:pStyle w:val="BodyText"/>
        <w:rPr>
          <w:rFonts w:ascii="Copperplate Gothic Bold" w:hAnsi="Copperplate Gothic Bold"/>
          <w:b/>
          <w:sz w:val="36"/>
          <w:szCs w:val="36"/>
          <w:u w:val="single"/>
        </w:rPr>
      </w:pPr>
      <w:proofErr w:type="gramStart"/>
      <w:r>
        <w:rPr>
          <w:rFonts w:ascii="Copperplate Gothic Bold" w:hAnsi="Copperplate Gothic Bold"/>
          <w:b/>
          <w:sz w:val="36"/>
          <w:szCs w:val="36"/>
          <w:u w:val="single"/>
        </w:rPr>
        <w:t>2016</w:t>
      </w:r>
      <w:r w:rsidR="00970FD8" w:rsidRPr="0094430B">
        <w:rPr>
          <w:rFonts w:ascii="Copperplate Gothic Bold" w:hAnsi="Copperplate Gothic Bold"/>
          <w:b/>
          <w:sz w:val="36"/>
          <w:szCs w:val="36"/>
          <w:u w:val="single"/>
        </w:rPr>
        <w:t xml:space="preserve"> </w:t>
      </w:r>
      <w:r w:rsidR="008D25D0" w:rsidRPr="0094430B">
        <w:rPr>
          <w:rFonts w:ascii="Copperplate Gothic Bold" w:hAnsi="Copperplate Gothic Bold"/>
          <w:b/>
          <w:sz w:val="36"/>
          <w:szCs w:val="36"/>
          <w:u w:val="single"/>
        </w:rPr>
        <w:t xml:space="preserve"> </w:t>
      </w:r>
      <w:r w:rsidR="00046B16">
        <w:rPr>
          <w:rFonts w:ascii="Copperplate Gothic Bold" w:hAnsi="Copperplate Gothic Bold"/>
          <w:b/>
          <w:sz w:val="36"/>
          <w:szCs w:val="36"/>
          <w:u w:val="single"/>
        </w:rPr>
        <w:t>Blue</w:t>
      </w:r>
      <w:proofErr w:type="gramEnd"/>
      <w:r w:rsidR="00046B16">
        <w:rPr>
          <w:rFonts w:ascii="Copperplate Gothic Bold" w:hAnsi="Copperplate Gothic Bold"/>
          <w:b/>
          <w:sz w:val="36"/>
          <w:szCs w:val="36"/>
          <w:u w:val="single"/>
        </w:rPr>
        <w:t xml:space="preserve"> Devil</w:t>
      </w:r>
      <w:r w:rsidR="008D25D0" w:rsidRPr="0094430B">
        <w:rPr>
          <w:rFonts w:ascii="Copperplate Gothic Bold" w:hAnsi="Copperplate Gothic Bold"/>
          <w:b/>
          <w:sz w:val="36"/>
          <w:szCs w:val="36"/>
          <w:u w:val="single"/>
        </w:rPr>
        <w:t xml:space="preserve"> </w:t>
      </w:r>
      <w:r w:rsidR="00046B16">
        <w:rPr>
          <w:rFonts w:ascii="Copperplate Gothic Bold" w:hAnsi="Copperplate Gothic Bold"/>
          <w:b/>
          <w:sz w:val="36"/>
          <w:szCs w:val="36"/>
          <w:u w:val="single"/>
        </w:rPr>
        <w:t>Wrestling</w:t>
      </w:r>
      <w:r w:rsidR="008D25D0" w:rsidRPr="0094430B">
        <w:rPr>
          <w:rFonts w:ascii="Copperplate Gothic Bold" w:hAnsi="Copperplate Gothic Bold"/>
          <w:b/>
          <w:sz w:val="36"/>
          <w:szCs w:val="36"/>
          <w:u w:val="single"/>
        </w:rPr>
        <w:t xml:space="preserve"> Invitational</w:t>
      </w:r>
    </w:p>
    <w:p w:rsidR="0094430B" w:rsidRPr="008D25D0" w:rsidRDefault="0094430B" w:rsidP="0094430B">
      <w:pPr>
        <w:pStyle w:val="BodyText"/>
        <w:rPr>
          <w:rFonts w:ascii="Copperplate Gothic Bold" w:hAnsi="Copperplate Gothic Bold"/>
          <w:b/>
          <w:sz w:val="40"/>
          <w:szCs w:val="40"/>
          <w:u w:val="single"/>
        </w:rPr>
      </w:pPr>
    </w:p>
    <w:sdt>
      <w:sdtPr>
        <w:rPr>
          <w:rFonts w:ascii="Copperplate Gothic Bold" w:hAnsi="Copperplate Gothic Bold"/>
          <w:sz w:val="36"/>
          <w:szCs w:val="36"/>
        </w:rPr>
        <w:id w:val="160183071"/>
        <w:placeholder>
          <w:docPart w:val="A049E70B4C914BC98938AD1A88D2970F"/>
        </w:placeholder>
        <w:comboBox>
          <w:listItem w:value="Choose an item."/>
        </w:comboBox>
      </w:sdtPr>
      <w:sdtEndPr/>
      <w:sdtContent>
        <w:p w:rsidR="007B5B5B" w:rsidRPr="0094430B" w:rsidRDefault="007B5B5B" w:rsidP="007B5B5B">
          <w:pPr>
            <w:jc w:val="center"/>
            <w:rPr>
              <w:rFonts w:ascii="Copperplate Gothic Bold" w:hAnsi="Copperplate Gothic Bold"/>
              <w:sz w:val="36"/>
              <w:szCs w:val="36"/>
            </w:rPr>
          </w:pPr>
          <w:proofErr w:type="spellStart"/>
          <w:r w:rsidRPr="0094430B">
            <w:rPr>
              <w:rFonts w:ascii="Copperplate Gothic Bold" w:hAnsi="Copperplate Gothic Bold"/>
              <w:sz w:val="36"/>
              <w:szCs w:val="36"/>
            </w:rPr>
            <w:t>Dreher</w:t>
          </w:r>
          <w:proofErr w:type="spellEnd"/>
          <w:r w:rsidRPr="0094430B">
            <w:rPr>
              <w:rFonts w:ascii="Copperplate Gothic Bold" w:hAnsi="Copperplate Gothic Bold"/>
              <w:sz w:val="36"/>
              <w:szCs w:val="36"/>
            </w:rPr>
            <w:t xml:space="preserve"> High School</w:t>
          </w:r>
        </w:p>
      </w:sdtContent>
    </w:sdt>
    <w:sdt>
      <w:sdtPr>
        <w:rPr>
          <w:rFonts w:ascii="Copperplate Gothic Bold" w:hAnsi="Copperplate Gothic Bold"/>
          <w:sz w:val="36"/>
          <w:szCs w:val="36"/>
        </w:rPr>
        <w:id w:val="160183070"/>
        <w:placeholder>
          <w:docPart w:val="67FC5FE0F79E4191AFAAC11285B0ACA4"/>
        </w:placeholder>
        <w:comboBox>
          <w:listItem w:value="Choose an item."/>
        </w:comboBox>
      </w:sdtPr>
      <w:sdtEndPr/>
      <w:sdtContent>
        <w:p w:rsidR="007B5B5B" w:rsidRPr="0094430B" w:rsidRDefault="007B5B5B" w:rsidP="007B5B5B">
          <w:pPr>
            <w:jc w:val="center"/>
            <w:rPr>
              <w:rFonts w:ascii="Copperplate Gothic Bold" w:hAnsi="Copperplate Gothic Bold"/>
              <w:sz w:val="36"/>
              <w:szCs w:val="36"/>
            </w:rPr>
          </w:pPr>
          <w:r w:rsidRPr="0094430B">
            <w:rPr>
              <w:rFonts w:ascii="Copperplate Gothic Bold" w:hAnsi="Copperplate Gothic Bold"/>
              <w:sz w:val="36"/>
              <w:szCs w:val="36"/>
            </w:rPr>
            <w:t>Jan.</w:t>
          </w:r>
          <w:r w:rsidR="00E2032B">
            <w:rPr>
              <w:rFonts w:ascii="Copperplate Gothic Bold" w:hAnsi="Copperplate Gothic Bold"/>
              <w:sz w:val="36"/>
              <w:szCs w:val="36"/>
            </w:rPr>
            <w:t xml:space="preserve"> 8th &amp; </w:t>
          </w:r>
          <w:r w:rsidR="00FC7863">
            <w:rPr>
              <w:rFonts w:ascii="Copperplate Gothic Bold" w:hAnsi="Copperplate Gothic Bold"/>
              <w:sz w:val="36"/>
              <w:szCs w:val="36"/>
            </w:rPr>
            <w:t>9</w:t>
          </w:r>
          <w:r w:rsidRPr="0094430B">
            <w:rPr>
              <w:rFonts w:ascii="Copperplate Gothic Bold" w:hAnsi="Copperplate Gothic Bold"/>
              <w:sz w:val="36"/>
              <w:szCs w:val="36"/>
            </w:rPr>
            <w:t>th</w:t>
          </w:r>
          <w:r w:rsidR="00FC7863">
            <w:rPr>
              <w:rFonts w:ascii="Copperplate Gothic Bold" w:hAnsi="Copperplate Gothic Bold"/>
              <w:sz w:val="36"/>
              <w:szCs w:val="36"/>
            </w:rPr>
            <w:t>, 2016</w:t>
          </w:r>
        </w:p>
      </w:sdtContent>
    </w:sdt>
    <w:p w:rsidR="00B515D2" w:rsidRDefault="00E2032B" w:rsidP="008D25D0">
      <w:pPr>
        <w:pStyle w:val="BodyText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.6pt;margin-top:15.55pt;width:6in;height:452.3pt;z-index:251657216;mso-position-horizontal-relative:text;mso-position-vertical-relative:text" o:allowincell="f">
            <v:textbox style="mso-next-textbox:#_x0000_s1029">
              <w:txbxContent>
                <w:p w:rsidR="00B515D2" w:rsidRPr="00430206" w:rsidRDefault="008D25D0">
                  <w:pPr>
                    <w:rPr>
                      <w:b/>
                    </w:rPr>
                  </w:pPr>
                  <w:r w:rsidRPr="00430206">
                    <w:rPr>
                      <w:b/>
                      <w:u w:val="single"/>
                    </w:rPr>
                    <w:t xml:space="preserve">Entry Fee: </w:t>
                  </w:r>
                  <w:r w:rsidR="00E2032B">
                    <w:rPr>
                      <w:b/>
                    </w:rPr>
                    <w:t>$20</w:t>
                  </w:r>
                  <w:r w:rsidR="00906DDE">
                    <w:rPr>
                      <w:b/>
                    </w:rPr>
                    <w:t>0</w:t>
                  </w:r>
                  <w:r w:rsidRPr="00430206">
                    <w:rPr>
                      <w:b/>
                    </w:rPr>
                    <w:t>.00</w:t>
                  </w:r>
                </w:p>
                <w:p w:rsidR="008D25D0" w:rsidRPr="00430206" w:rsidRDefault="008D25D0">
                  <w:pPr>
                    <w:rPr>
                      <w:b/>
                    </w:rPr>
                  </w:pPr>
                  <w:r w:rsidRPr="00430206">
                    <w:rPr>
                      <w:b/>
                    </w:rPr>
                    <w:t>-Made Payable to “</w:t>
                  </w:r>
                  <w:proofErr w:type="spellStart"/>
                  <w:r w:rsidRPr="00430206">
                    <w:rPr>
                      <w:b/>
                    </w:rPr>
                    <w:t>Dreher</w:t>
                  </w:r>
                  <w:proofErr w:type="spellEnd"/>
                  <w:r w:rsidRPr="00430206">
                    <w:rPr>
                      <w:b/>
                    </w:rPr>
                    <w:t xml:space="preserve"> Wrestling”</w:t>
                  </w:r>
                </w:p>
                <w:p w:rsidR="008D25D0" w:rsidRPr="00430206" w:rsidRDefault="008D25D0">
                  <w:pPr>
                    <w:rPr>
                      <w:b/>
                    </w:rPr>
                  </w:pPr>
                  <w:r w:rsidRPr="00430206">
                    <w:rPr>
                      <w:b/>
                    </w:rPr>
                    <w:t>-Must be received by the start of the tournament</w:t>
                  </w:r>
                </w:p>
                <w:p w:rsidR="008D25D0" w:rsidRPr="00430206" w:rsidRDefault="007B5B5B">
                  <w:pPr>
                    <w:rPr>
                      <w:b/>
                    </w:rPr>
                  </w:pPr>
                  <w:r w:rsidRPr="00430206">
                    <w:rPr>
                      <w:b/>
                    </w:rPr>
                    <w:t xml:space="preserve">-Mail to: </w:t>
                  </w:r>
                  <w:proofErr w:type="spellStart"/>
                  <w:r w:rsidRPr="00430206">
                    <w:rPr>
                      <w:b/>
                    </w:rPr>
                    <w:t>Dreher</w:t>
                  </w:r>
                  <w:proofErr w:type="spellEnd"/>
                  <w:r w:rsidRPr="00430206">
                    <w:rPr>
                      <w:b/>
                    </w:rPr>
                    <w:t xml:space="preserve"> High School </w:t>
                  </w:r>
                </w:p>
                <w:p w:rsidR="007B5B5B" w:rsidRPr="00430206" w:rsidRDefault="007B5B5B">
                  <w:pPr>
                    <w:rPr>
                      <w:b/>
                    </w:rPr>
                  </w:pPr>
                  <w:r w:rsidRPr="00430206">
                    <w:rPr>
                      <w:b/>
                    </w:rPr>
                    <w:t xml:space="preserve">                Attn: Jason </w:t>
                  </w:r>
                  <w:proofErr w:type="spellStart"/>
                  <w:r w:rsidRPr="00430206">
                    <w:rPr>
                      <w:b/>
                    </w:rPr>
                    <w:t>Sandifer</w:t>
                  </w:r>
                  <w:proofErr w:type="spellEnd"/>
                </w:p>
                <w:p w:rsidR="007B5B5B" w:rsidRPr="00430206" w:rsidRDefault="007B5B5B">
                  <w:pPr>
                    <w:rPr>
                      <w:b/>
                    </w:rPr>
                  </w:pPr>
                  <w:r w:rsidRPr="00430206">
                    <w:rPr>
                      <w:b/>
                    </w:rPr>
                    <w:t xml:space="preserve">                3319 Millwood Ave.</w:t>
                  </w:r>
                </w:p>
                <w:p w:rsidR="007B5B5B" w:rsidRPr="00430206" w:rsidRDefault="007B5B5B">
                  <w:pPr>
                    <w:rPr>
                      <w:b/>
                    </w:rPr>
                  </w:pPr>
                  <w:r w:rsidRPr="00430206">
                    <w:rPr>
                      <w:b/>
                    </w:rPr>
                    <w:t xml:space="preserve">                Columbia, SC 29205</w:t>
                  </w:r>
                </w:p>
                <w:p w:rsidR="007B5B5B" w:rsidRPr="00430206" w:rsidRDefault="00FC7863">
                  <w:pPr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Seeding Criteria:</w:t>
                  </w:r>
                </w:p>
                <w:p w:rsidR="007B5B5B" w:rsidRPr="00430206" w:rsidRDefault="00E2032B" w:rsidP="007B5B5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bookmarkStart w:id="0" w:name="_GoBack"/>
                  <w:bookmarkEnd w:id="0"/>
                  <w:r>
                    <w:rPr>
                      <w:b/>
                    </w:rPr>
                    <w:t>15/</w:t>
                  </w:r>
                  <w:r w:rsidR="00FC7863">
                    <w:rPr>
                      <w:b/>
                    </w:rPr>
                    <w:t>16</w:t>
                  </w:r>
                  <w:r w:rsidR="007B5B5B" w:rsidRPr="00430206">
                    <w:rPr>
                      <w:b/>
                    </w:rPr>
                    <w:t xml:space="preserve"> winning %</w:t>
                  </w:r>
                </w:p>
                <w:p w:rsidR="007B5B5B" w:rsidRPr="00430206" w:rsidRDefault="007B5B5B" w:rsidP="007B5B5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430206">
                    <w:rPr>
                      <w:b/>
                    </w:rPr>
                    <w:t>Head to Head</w:t>
                  </w:r>
                </w:p>
                <w:p w:rsidR="007B5B5B" w:rsidRPr="00430206" w:rsidRDefault="00FC7863" w:rsidP="007B5B5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14/15</w:t>
                  </w:r>
                  <w:r w:rsidR="007B5B5B" w:rsidRPr="00430206">
                    <w:rPr>
                      <w:b/>
                    </w:rPr>
                    <w:t xml:space="preserve"> State Place</w:t>
                  </w:r>
                </w:p>
                <w:p w:rsidR="007B5B5B" w:rsidRPr="00430206" w:rsidRDefault="00FC7863" w:rsidP="007B5B5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14/15</w:t>
                  </w:r>
                  <w:r w:rsidR="007B5B5B" w:rsidRPr="00430206">
                    <w:rPr>
                      <w:b/>
                    </w:rPr>
                    <w:t xml:space="preserve"> State qualifier</w:t>
                  </w:r>
                </w:p>
                <w:p w:rsidR="007B5B5B" w:rsidRPr="00430206" w:rsidRDefault="007B5B5B" w:rsidP="007B5B5B">
                  <w:pPr>
                    <w:rPr>
                      <w:b/>
                    </w:rPr>
                  </w:pPr>
                </w:p>
                <w:p w:rsidR="007B5B5B" w:rsidRPr="00430206" w:rsidRDefault="007B5B5B" w:rsidP="007B5B5B">
                  <w:pPr>
                    <w:rPr>
                      <w:rStyle w:val="Hyperlink"/>
                      <w:b/>
                    </w:rPr>
                  </w:pPr>
                  <w:r w:rsidRPr="00430206">
                    <w:rPr>
                      <w:b/>
                    </w:rPr>
                    <w:t xml:space="preserve">***All Line ups must be </w:t>
                  </w:r>
                  <w:r w:rsidRPr="00AA1E1F">
                    <w:rPr>
                      <w:b/>
                      <w:u w:val="single"/>
                    </w:rPr>
                    <w:t>emailed in</w:t>
                  </w:r>
                  <w:r w:rsidRPr="00430206">
                    <w:rPr>
                      <w:b/>
                    </w:rPr>
                    <w:t xml:space="preserve"> no later than 3:</w:t>
                  </w:r>
                  <w:r w:rsidR="00FC7863">
                    <w:rPr>
                      <w:b/>
                    </w:rPr>
                    <w:t>30pm on Wed. Jan. 6</w:t>
                  </w:r>
                  <w:r w:rsidRPr="00430206">
                    <w:rPr>
                      <w:b/>
                      <w:vertAlign w:val="superscript"/>
                    </w:rPr>
                    <w:t>th</w:t>
                  </w:r>
                  <w:r w:rsidRPr="00430206">
                    <w:rPr>
                      <w:b/>
                    </w:rPr>
                    <w:t xml:space="preserve"> to </w:t>
                  </w:r>
                  <w:hyperlink r:id="rId7" w:history="1">
                    <w:r w:rsidRPr="00430206">
                      <w:rPr>
                        <w:rStyle w:val="Hyperlink"/>
                        <w:b/>
                      </w:rPr>
                      <w:t>jsandifer@richlandone.org***</w:t>
                    </w:r>
                  </w:hyperlink>
                </w:p>
                <w:p w:rsidR="00430206" w:rsidRPr="00430206" w:rsidRDefault="00430206" w:rsidP="007B5B5B">
                  <w:pPr>
                    <w:rPr>
                      <w:rStyle w:val="Hyperlink"/>
                      <w:b/>
                    </w:rPr>
                  </w:pPr>
                </w:p>
                <w:p w:rsidR="00430206" w:rsidRPr="00430206" w:rsidRDefault="00430206" w:rsidP="007B5B5B">
                  <w:pPr>
                    <w:rPr>
                      <w:rStyle w:val="Hyperlink"/>
                      <w:b/>
                      <w:color w:val="FF0000"/>
                    </w:rPr>
                  </w:pPr>
                  <w:r w:rsidRPr="00430206">
                    <w:rPr>
                      <w:rStyle w:val="Hyperlink"/>
                      <w:b/>
                      <w:color w:val="FF0000"/>
                    </w:rPr>
                    <w:t>Weigh In Times:</w:t>
                  </w:r>
                </w:p>
                <w:p w:rsidR="00430206" w:rsidRPr="00430206" w:rsidRDefault="00977821" w:rsidP="007B5B5B">
                  <w:pPr>
                    <w:rPr>
                      <w:rStyle w:val="Hyperlink"/>
                      <w:b/>
                      <w:color w:val="FF0000"/>
                      <w:u w:val="none"/>
                    </w:rPr>
                  </w:pPr>
                  <w:r>
                    <w:rPr>
                      <w:rStyle w:val="Hyperlink"/>
                      <w:b/>
                      <w:color w:val="FF0000"/>
                      <w:u w:val="none"/>
                    </w:rPr>
                    <w:t>Friday- 5:0</w:t>
                  </w:r>
                  <w:r w:rsidR="00430206" w:rsidRPr="00430206">
                    <w:rPr>
                      <w:rStyle w:val="Hyperlink"/>
                      <w:b/>
                      <w:color w:val="FF0000"/>
                      <w:u w:val="none"/>
                    </w:rPr>
                    <w:t>0</w:t>
                  </w:r>
                  <w:r w:rsidR="00AA1E1F">
                    <w:rPr>
                      <w:rStyle w:val="Hyperlink"/>
                      <w:b/>
                      <w:color w:val="FF0000"/>
                      <w:u w:val="none"/>
                    </w:rPr>
                    <w:t xml:space="preserve"> </w:t>
                  </w:r>
                  <w:r w:rsidR="00430206" w:rsidRPr="00430206">
                    <w:rPr>
                      <w:rStyle w:val="Hyperlink"/>
                      <w:b/>
                      <w:color w:val="FF0000"/>
                      <w:u w:val="none"/>
                    </w:rPr>
                    <w:t>p.m.</w:t>
                  </w:r>
                </w:p>
                <w:p w:rsidR="00430206" w:rsidRPr="00430206" w:rsidRDefault="00430206" w:rsidP="007B5B5B">
                  <w:pPr>
                    <w:rPr>
                      <w:b/>
                      <w:color w:val="FF0000"/>
                    </w:rPr>
                  </w:pPr>
                  <w:r w:rsidRPr="00430206">
                    <w:rPr>
                      <w:rStyle w:val="Hyperlink"/>
                      <w:b/>
                      <w:color w:val="FF0000"/>
                      <w:u w:val="none"/>
                    </w:rPr>
                    <w:t>Saturday- 8:00 a.m.</w:t>
                  </w:r>
                </w:p>
                <w:p w:rsidR="00430206" w:rsidRDefault="00430206" w:rsidP="007B5B5B">
                  <w:pPr>
                    <w:rPr>
                      <w:b/>
                      <w:u w:val="single"/>
                    </w:rPr>
                  </w:pPr>
                </w:p>
                <w:p w:rsidR="007B5B5B" w:rsidRDefault="007B5B5B" w:rsidP="007B5B5B">
                  <w:pPr>
                    <w:rPr>
                      <w:b/>
                      <w:u w:val="single"/>
                    </w:rPr>
                  </w:pPr>
                  <w:r w:rsidRPr="00430206">
                    <w:rPr>
                      <w:b/>
                      <w:u w:val="single"/>
                    </w:rPr>
                    <w:t>Awards:</w:t>
                  </w:r>
                </w:p>
                <w:p w:rsidR="007B5B5B" w:rsidRDefault="007B5B5B" w:rsidP="007B5B5B">
                  <w:pPr>
                    <w:rPr>
                      <w:b/>
                    </w:rPr>
                  </w:pPr>
                  <w:r w:rsidRPr="00430206">
                    <w:rPr>
                      <w:b/>
                    </w:rPr>
                    <w:t>-Trophies to top four teams</w:t>
                  </w:r>
                </w:p>
                <w:p w:rsidR="007B5B5B" w:rsidRPr="00430206" w:rsidRDefault="007B5B5B" w:rsidP="007B5B5B">
                  <w:pPr>
                    <w:rPr>
                      <w:b/>
                    </w:rPr>
                  </w:pPr>
                  <w:r w:rsidRPr="00430206">
                    <w:rPr>
                      <w:b/>
                    </w:rPr>
                    <w:t>-Medals will be awarded to the top 4 wrestlers in each weight class</w:t>
                  </w:r>
                </w:p>
                <w:p w:rsidR="007B5B5B" w:rsidRPr="00430206" w:rsidRDefault="007B5B5B" w:rsidP="007B5B5B">
                  <w:pPr>
                    <w:rPr>
                      <w:b/>
                    </w:rPr>
                  </w:pPr>
                </w:p>
                <w:p w:rsidR="00AA1E1F" w:rsidRPr="00AA1E1F" w:rsidRDefault="00FC7863" w:rsidP="007B5B5B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Facilities:</w:t>
                  </w:r>
                </w:p>
                <w:p w:rsidR="00430206" w:rsidRDefault="00430206" w:rsidP="007B5B5B">
                  <w:pPr>
                    <w:rPr>
                      <w:b/>
                    </w:rPr>
                  </w:pPr>
                  <w:r>
                    <w:rPr>
                      <w:b/>
                    </w:rPr>
                    <w:t>-Team Lounge will be in the Commons Area next to the gym; No Team Coolers in the Gym please!</w:t>
                  </w:r>
                </w:p>
                <w:p w:rsidR="00430206" w:rsidRDefault="00430206" w:rsidP="007B5B5B">
                  <w:pPr>
                    <w:rPr>
                      <w:b/>
                    </w:rPr>
                  </w:pPr>
                </w:p>
                <w:p w:rsidR="007B5B5B" w:rsidRPr="00430206" w:rsidRDefault="00FC7863" w:rsidP="007B5B5B">
                  <w:pPr>
                    <w:rPr>
                      <w:b/>
                    </w:rPr>
                  </w:pPr>
                  <w:r>
                    <w:rPr>
                      <w:b/>
                    </w:rPr>
                    <w:t>-Concessions p</w:t>
                  </w:r>
                  <w:r w:rsidR="007B5B5B" w:rsidRPr="00430206">
                    <w:rPr>
                      <w:b/>
                    </w:rPr>
                    <w:t>rovided to all Fans and Wrestlers</w:t>
                  </w:r>
                </w:p>
                <w:p w:rsidR="007B5B5B" w:rsidRPr="00430206" w:rsidRDefault="007B5B5B" w:rsidP="007B5B5B">
                  <w:pPr>
                    <w:rPr>
                      <w:b/>
                    </w:rPr>
                  </w:pPr>
                </w:p>
                <w:p w:rsidR="007B5B5B" w:rsidRPr="00430206" w:rsidRDefault="007B5B5B" w:rsidP="007B5B5B">
                  <w:pPr>
                    <w:rPr>
                      <w:b/>
                    </w:rPr>
                  </w:pPr>
                  <w:r w:rsidRPr="00430206">
                    <w:rPr>
                      <w:b/>
                    </w:rPr>
                    <w:t>-Hos</w:t>
                  </w:r>
                  <w:r w:rsidR="00D53B44" w:rsidRPr="00430206">
                    <w:rPr>
                      <w:b/>
                    </w:rPr>
                    <w:t>pitality Room available to all Coaches and Tournament S</w:t>
                  </w:r>
                  <w:r w:rsidRPr="00430206">
                    <w:rPr>
                      <w:b/>
                    </w:rPr>
                    <w:t>taff</w:t>
                  </w:r>
                </w:p>
              </w:txbxContent>
            </v:textbox>
          </v:shape>
        </w:pict>
      </w:r>
    </w:p>
    <w:p w:rsidR="00B515D2" w:rsidRDefault="00B515D2">
      <w:pPr>
        <w:jc w:val="center"/>
        <w:rPr>
          <w:sz w:val="56"/>
        </w:rPr>
      </w:pPr>
    </w:p>
    <w:p w:rsidR="00B515D2" w:rsidRDefault="00B515D2">
      <w:pPr>
        <w:jc w:val="center"/>
        <w:rPr>
          <w:sz w:val="56"/>
        </w:rPr>
      </w:pPr>
    </w:p>
    <w:p w:rsidR="00B515D2" w:rsidRDefault="00B515D2" w:rsidP="008D25D0">
      <w:pPr>
        <w:rPr>
          <w:i/>
          <w:sz w:val="36"/>
        </w:rPr>
      </w:pPr>
    </w:p>
    <w:p w:rsidR="00B515D2" w:rsidRDefault="00B515D2">
      <w:pPr>
        <w:jc w:val="center"/>
        <w:rPr>
          <w:i/>
          <w:sz w:val="36"/>
        </w:rPr>
      </w:pPr>
    </w:p>
    <w:p w:rsidR="00B515D2" w:rsidRDefault="00B515D2">
      <w:pPr>
        <w:rPr>
          <w:sz w:val="32"/>
        </w:rPr>
      </w:pPr>
    </w:p>
    <w:p w:rsidR="00B515D2" w:rsidRDefault="00B515D2">
      <w:pPr>
        <w:pStyle w:val="Heading1"/>
      </w:pPr>
    </w:p>
    <w:p w:rsidR="00B515D2" w:rsidRDefault="00B515D2">
      <w:pPr>
        <w:pStyle w:val="Heading1"/>
      </w:pPr>
    </w:p>
    <w:p w:rsidR="00B515D2" w:rsidRDefault="00B515D2">
      <w:pPr>
        <w:pStyle w:val="Heading1"/>
      </w:pPr>
    </w:p>
    <w:p w:rsidR="00B515D2" w:rsidRDefault="00B515D2">
      <w:pPr>
        <w:pStyle w:val="Heading1"/>
      </w:pPr>
    </w:p>
    <w:p w:rsidR="00B515D2" w:rsidRDefault="00B515D2">
      <w:pPr>
        <w:pStyle w:val="Heading1"/>
      </w:pPr>
    </w:p>
    <w:p w:rsidR="00B515D2" w:rsidRDefault="00B515D2">
      <w:pPr>
        <w:pStyle w:val="Heading1"/>
      </w:pPr>
    </w:p>
    <w:p w:rsidR="00B515D2" w:rsidRDefault="00B515D2">
      <w:pPr>
        <w:rPr>
          <w:sz w:val="32"/>
        </w:rPr>
      </w:pPr>
    </w:p>
    <w:p w:rsidR="00B515D2" w:rsidRDefault="00001A6A">
      <w:pPr>
        <w:pStyle w:val="BodyText2"/>
        <w:jc w:val="center"/>
        <w:rPr>
          <w:sz w:val="44"/>
        </w:rPr>
      </w:pPr>
      <w:r>
        <w:rPr>
          <w:sz w:val="44"/>
        </w:rPr>
        <w:t xml:space="preserve">For more information: </w:t>
      </w:r>
      <w:sdt>
        <w:sdtPr>
          <w:rPr>
            <w:sz w:val="44"/>
          </w:rPr>
          <w:id w:val="160183074"/>
          <w:placeholder>
            <w:docPart w:val="44FF774EC2D64D4DA2E648BEF309EDA0"/>
          </w:placeholder>
          <w:comboBox>
            <w:listItem w:value="Choose an item."/>
          </w:comboBox>
        </w:sdtPr>
        <w:sdtEndPr/>
        <w:sdtContent>
          <w:r>
            <w:rPr>
              <w:sz w:val="44"/>
            </w:rPr>
            <w:t>[Insert school URL/phone/contact information here.]</w:t>
          </w:r>
        </w:sdtContent>
      </w:sdt>
    </w:p>
    <w:p w:rsidR="00B515D2" w:rsidRDefault="00B515D2">
      <w:pPr>
        <w:jc w:val="center"/>
        <w:rPr>
          <w:sz w:val="32"/>
        </w:rPr>
      </w:pPr>
    </w:p>
    <w:sectPr w:rsidR="00B515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317AB"/>
    <w:multiLevelType w:val="hybridMultilevel"/>
    <w:tmpl w:val="361C5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8D25D0"/>
    <w:rsid w:val="00001A6A"/>
    <w:rsid w:val="00046B16"/>
    <w:rsid w:val="00430206"/>
    <w:rsid w:val="007B5B5B"/>
    <w:rsid w:val="007C581B"/>
    <w:rsid w:val="008D25D0"/>
    <w:rsid w:val="00906DDE"/>
    <w:rsid w:val="0094430B"/>
    <w:rsid w:val="00970FD8"/>
    <w:rsid w:val="00977821"/>
    <w:rsid w:val="00AA1E1F"/>
    <w:rsid w:val="00AB504B"/>
    <w:rsid w:val="00B515D2"/>
    <w:rsid w:val="00D53B44"/>
    <w:rsid w:val="00E2032B"/>
    <w:rsid w:val="00FC7863"/>
    <w:rsid w:val="00FE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sz w:val="56"/>
    </w:rPr>
  </w:style>
  <w:style w:type="paragraph" w:styleId="BodyText2">
    <w:name w:val="Body Text 2"/>
    <w:basedOn w:val="Normal"/>
    <w:semiHidden/>
    <w:rPr>
      <w:sz w:val="5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A6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01A6A"/>
    <w:rPr>
      <w:color w:val="808080"/>
    </w:rPr>
  </w:style>
  <w:style w:type="paragraph" w:styleId="ListParagraph">
    <w:name w:val="List Paragraph"/>
    <w:basedOn w:val="Normal"/>
    <w:uiPriority w:val="34"/>
    <w:qFormat/>
    <w:rsid w:val="007B5B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5B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sandifer@richlandone.org***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n.sandifer\AppData\Roaming\Microsoft\Templates\EdWorld_Event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FF774EC2D64D4DA2E648BEF309E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1E37B-658C-4BB3-9FDA-F81265522CF4}"/>
      </w:docPartPr>
      <w:docPartBody>
        <w:p w:rsidR="00C95EDE" w:rsidRDefault="00CB03F6">
          <w:pPr>
            <w:pStyle w:val="44FF774EC2D64D4DA2E648BEF309EDA0"/>
          </w:pPr>
          <w:r w:rsidRPr="00BE1B91">
            <w:rPr>
              <w:rStyle w:val="PlaceholderText"/>
            </w:rPr>
            <w:t>Choose an item.</w:t>
          </w:r>
        </w:p>
      </w:docPartBody>
    </w:docPart>
    <w:docPart>
      <w:docPartPr>
        <w:name w:val="A049E70B4C914BC98938AD1A88D29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2D449-6D02-4C34-970B-CDB0BD7F35EA}"/>
      </w:docPartPr>
      <w:docPartBody>
        <w:p w:rsidR="00C95EDE" w:rsidRDefault="00577B41" w:rsidP="00577B41">
          <w:pPr>
            <w:pStyle w:val="A049E70B4C914BC98938AD1A88D2970F"/>
          </w:pPr>
          <w:r w:rsidRPr="00BE1B91">
            <w:rPr>
              <w:rStyle w:val="PlaceholderText"/>
            </w:rPr>
            <w:t>Choose an item.</w:t>
          </w:r>
        </w:p>
      </w:docPartBody>
    </w:docPart>
    <w:docPart>
      <w:docPartPr>
        <w:name w:val="67FC5FE0F79E4191AFAAC11285B0A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E0679-1F93-4D88-A926-3706BEB10D18}"/>
      </w:docPartPr>
      <w:docPartBody>
        <w:p w:rsidR="00C95EDE" w:rsidRDefault="00577B41" w:rsidP="00577B41">
          <w:pPr>
            <w:pStyle w:val="67FC5FE0F79E4191AFAAC11285B0ACA4"/>
          </w:pPr>
          <w:r w:rsidRPr="00BE1B9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B41"/>
    <w:rsid w:val="00082D34"/>
    <w:rsid w:val="00110DCA"/>
    <w:rsid w:val="002E296C"/>
    <w:rsid w:val="003E02AC"/>
    <w:rsid w:val="00577B41"/>
    <w:rsid w:val="00894EFE"/>
    <w:rsid w:val="00B54A3D"/>
    <w:rsid w:val="00C81152"/>
    <w:rsid w:val="00C95EDE"/>
    <w:rsid w:val="00CB03F6"/>
    <w:rsid w:val="00CF45E6"/>
    <w:rsid w:val="00E7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7B41"/>
    <w:rPr>
      <w:color w:val="808080"/>
    </w:rPr>
  </w:style>
  <w:style w:type="paragraph" w:customStyle="1" w:styleId="44FF774EC2D64D4DA2E648BEF309EDA0">
    <w:name w:val="44FF774EC2D64D4DA2E648BEF309EDA0"/>
  </w:style>
  <w:style w:type="paragraph" w:customStyle="1" w:styleId="09E41FC861F54FBEA49ADA25772D73BA">
    <w:name w:val="09E41FC861F54FBEA49ADA25772D73BA"/>
    <w:rsid w:val="00577B41"/>
  </w:style>
  <w:style w:type="paragraph" w:customStyle="1" w:styleId="12E755F13932482CA1F640CF66D52BDA">
    <w:name w:val="12E755F13932482CA1F640CF66D52BDA"/>
    <w:rsid w:val="00577B41"/>
  </w:style>
  <w:style w:type="paragraph" w:customStyle="1" w:styleId="008D69C343F0433CBA9EDB768FF3C281">
    <w:name w:val="008D69C343F0433CBA9EDB768FF3C281"/>
    <w:rsid w:val="00577B41"/>
  </w:style>
  <w:style w:type="paragraph" w:customStyle="1" w:styleId="FED5ADE7D33A4D8CAA4C7D0A60B4536D">
    <w:name w:val="FED5ADE7D33A4D8CAA4C7D0A60B4536D"/>
    <w:rsid w:val="00577B41"/>
  </w:style>
  <w:style w:type="paragraph" w:customStyle="1" w:styleId="3A33234176F34E54B7C84CC6C6B82F99">
    <w:name w:val="3A33234176F34E54B7C84CC6C6B82F99"/>
    <w:rsid w:val="00577B41"/>
  </w:style>
  <w:style w:type="paragraph" w:customStyle="1" w:styleId="667C9031D54D407893874886869E871F">
    <w:name w:val="667C9031D54D407893874886869E871F"/>
    <w:rsid w:val="00577B41"/>
  </w:style>
  <w:style w:type="paragraph" w:customStyle="1" w:styleId="F2F8DF55AFF643A9867E30E4CE7EABAD">
    <w:name w:val="F2F8DF55AFF643A9867E30E4CE7EABAD"/>
    <w:rsid w:val="00577B41"/>
  </w:style>
  <w:style w:type="paragraph" w:customStyle="1" w:styleId="D46B838AC68041F58346B5F103305BE7">
    <w:name w:val="D46B838AC68041F58346B5F103305BE7"/>
    <w:rsid w:val="00577B41"/>
  </w:style>
  <w:style w:type="paragraph" w:customStyle="1" w:styleId="18C38F9072C54E82972F235590EA4A66">
    <w:name w:val="18C38F9072C54E82972F235590EA4A66"/>
    <w:rsid w:val="00577B41"/>
  </w:style>
  <w:style w:type="paragraph" w:customStyle="1" w:styleId="A049E70B4C914BC98938AD1A88D2970F">
    <w:name w:val="A049E70B4C914BC98938AD1A88D2970F"/>
    <w:rsid w:val="00577B41"/>
  </w:style>
  <w:style w:type="paragraph" w:customStyle="1" w:styleId="67FC5FE0F79E4191AFAAC11285B0ACA4">
    <w:name w:val="67FC5FE0F79E4191AFAAC11285B0ACA4"/>
    <w:rsid w:val="00577B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7B41"/>
    <w:rPr>
      <w:color w:val="808080"/>
    </w:rPr>
  </w:style>
  <w:style w:type="paragraph" w:customStyle="1" w:styleId="44FF774EC2D64D4DA2E648BEF309EDA0">
    <w:name w:val="44FF774EC2D64D4DA2E648BEF309EDA0"/>
  </w:style>
  <w:style w:type="paragraph" w:customStyle="1" w:styleId="09E41FC861F54FBEA49ADA25772D73BA">
    <w:name w:val="09E41FC861F54FBEA49ADA25772D73BA"/>
    <w:rsid w:val="00577B41"/>
  </w:style>
  <w:style w:type="paragraph" w:customStyle="1" w:styleId="12E755F13932482CA1F640CF66D52BDA">
    <w:name w:val="12E755F13932482CA1F640CF66D52BDA"/>
    <w:rsid w:val="00577B41"/>
  </w:style>
  <w:style w:type="paragraph" w:customStyle="1" w:styleId="008D69C343F0433CBA9EDB768FF3C281">
    <w:name w:val="008D69C343F0433CBA9EDB768FF3C281"/>
    <w:rsid w:val="00577B41"/>
  </w:style>
  <w:style w:type="paragraph" w:customStyle="1" w:styleId="FED5ADE7D33A4D8CAA4C7D0A60B4536D">
    <w:name w:val="FED5ADE7D33A4D8CAA4C7D0A60B4536D"/>
    <w:rsid w:val="00577B41"/>
  </w:style>
  <w:style w:type="paragraph" w:customStyle="1" w:styleId="3A33234176F34E54B7C84CC6C6B82F99">
    <w:name w:val="3A33234176F34E54B7C84CC6C6B82F99"/>
    <w:rsid w:val="00577B41"/>
  </w:style>
  <w:style w:type="paragraph" w:customStyle="1" w:styleId="667C9031D54D407893874886869E871F">
    <w:name w:val="667C9031D54D407893874886869E871F"/>
    <w:rsid w:val="00577B41"/>
  </w:style>
  <w:style w:type="paragraph" w:customStyle="1" w:styleId="F2F8DF55AFF643A9867E30E4CE7EABAD">
    <w:name w:val="F2F8DF55AFF643A9867E30E4CE7EABAD"/>
    <w:rsid w:val="00577B41"/>
  </w:style>
  <w:style w:type="paragraph" w:customStyle="1" w:styleId="D46B838AC68041F58346B5F103305BE7">
    <w:name w:val="D46B838AC68041F58346B5F103305BE7"/>
    <w:rsid w:val="00577B41"/>
  </w:style>
  <w:style w:type="paragraph" w:customStyle="1" w:styleId="18C38F9072C54E82972F235590EA4A66">
    <w:name w:val="18C38F9072C54E82972F235590EA4A66"/>
    <w:rsid w:val="00577B41"/>
  </w:style>
  <w:style w:type="paragraph" w:customStyle="1" w:styleId="A049E70B4C914BC98938AD1A88D2970F">
    <w:name w:val="A049E70B4C914BC98938AD1A88D2970F"/>
    <w:rsid w:val="00577B41"/>
  </w:style>
  <w:style w:type="paragraph" w:customStyle="1" w:styleId="67FC5FE0F79E4191AFAAC11285B0ACA4">
    <w:name w:val="67FC5FE0F79E4191AFAAC11285B0ACA4"/>
    <w:rsid w:val="00577B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6AFC69C-35E0-4C56-8C12-7493936ED3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EdWorld_EventFlyer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 ARE CORDIALLY INVITED TO ATTEND…</vt:lpstr>
    </vt:vector>
  </TitlesOfParts>
  <Company>RCSD1</Company>
  <LinksUpToDate>false</LinksUpToDate>
  <CharactersWithSpaces>175</CharactersWithSpaces>
  <SharedDoc>false</SharedDoc>
  <HLinks>
    <vt:vector size="6" baseType="variant">
      <vt:variant>
        <vt:i4>8257614</vt:i4>
      </vt:variant>
      <vt:variant>
        <vt:i4>1062</vt:i4>
      </vt:variant>
      <vt:variant>
        <vt:i4>1025</vt:i4>
      </vt:variant>
      <vt:variant>
        <vt:i4>1</vt:i4>
      </vt:variant>
      <vt:variant>
        <vt:lpwstr>C:\Documents and Settings\pestrada\Desktop\img_b.jpg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ARE CORDIALLY INVITED TO ATTEND…</dc:title>
  <dc:creator>Sandifer, Jason M</dc:creator>
  <cp:lastModifiedBy>Sandifer, Jason M</cp:lastModifiedBy>
  <cp:revision>2</cp:revision>
  <cp:lastPrinted>2013-10-24T14:56:00Z</cp:lastPrinted>
  <dcterms:created xsi:type="dcterms:W3CDTF">2015-03-16T12:20:00Z</dcterms:created>
  <dcterms:modified xsi:type="dcterms:W3CDTF">2015-03-16T12:20:00Z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TC018755919991</vt:lpwstr>
  </property>
</Properties>
</file>